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705FAF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705FAF" w:rsidRDefault="00445970" w:rsidP="00705F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05FAF">
        <w:rPr>
          <w:rFonts w:ascii="Corbel" w:hAnsi="Corbel"/>
          <w:sz w:val="20"/>
          <w:szCs w:val="20"/>
        </w:rPr>
        <w:t>2020/2021...............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440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440DA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956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247C24">
              <w:rPr>
                <w:rFonts w:ascii="Corbel" w:hAnsi="Corbel"/>
                <w:b w:val="0"/>
                <w:sz w:val="24"/>
                <w:szCs w:val="24"/>
              </w:rPr>
              <w:t xml:space="preserve"> i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</w:t>
            </w:r>
            <w:r w:rsidR="006B3A1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8346D" w:rsidRDefault="0085747A" w:rsidP="00B8346D">
            <w:pPr>
              <w:spacing w:line="240" w:lineRule="auto"/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47C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i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9C54AE" w:rsidTr="001835A1">
        <w:tc>
          <w:tcPr>
            <w:tcW w:w="9520" w:type="dxa"/>
          </w:tcPr>
          <w:p w:rsidR="001835A1" w:rsidRPr="001835A1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:rsidTr="003B71DB">
        <w:tc>
          <w:tcPr>
            <w:tcW w:w="675" w:type="dxa"/>
            <w:vAlign w:val="center"/>
          </w:tcPr>
          <w:p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pracy w cloud computing.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:rsidR="00D727F0" w:rsidRPr="00D60E73" w:rsidRDefault="00D727F0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r>
              <w:rPr>
                <w:rFonts w:ascii="Corbel" w:hAnsi="Corbel"/>
                <w:b w:val="0"/>
                <w:smallCaps w:val="0"/>
                <w:sz w:val="22"/>
              </w:rPr>
              <w:t>lerningowej oraz poda sposoby jej wykorzystania w procesie komunikowania.</w:t>
            </w:r>
          </w:p>
        </w:tc>
        <w:tc>
          <w:tcPr>
            <w:tcW w:w="1865" w:type="dxa"/>
          </w:tcPr>
          <w:p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F1625A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:rsidTr="002E18E5">
        <w:tc>
          <w:tcPr>
            <w:tcW w:w="1679" w:type="dxa"/>
          </w:tcPr>
          <w:p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</w:t>
            </w:r>
            <w:r w:rsidR="002E20C4">
              <w:rPr>
                <w:rFonts w:ascii="Corbel" w:hAnsi="Corbel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Podstawy usług sieci Internet – WWW, praca w cloud computing;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>Suma, Średnia, Zaokr, Licz.Jeżeli,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pracy przy komputerze, ocena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>wykonanej pracy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7940E4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A645A4" w:rsidRPr="009C54AE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Gogołek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2012;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Kowalczyk G., </w:t>
            </w:r>
            <w:r w:rsidRPr="00AD3FE4">
              <w:rPr>
                <w:rFonts w:ascii="Corbel" w:hAnsi="Corbel"/>
                <w:i/>
              </w:rPr>
              <w:t>Word 2016 PL,</w:t>
            </w:r>
            <w:r w:rsidRPr="00AD3FE4">
              <w:rPr>
                <w:rFonts w:ascii="Corbel" w:hAnsi="Corbel"/>
              </w:rPr>
              <w:t xml:space="preserve"> Helion, Gliwice 2016.</w:t>
            </w:r>
          </w:p>
          <w:p w:rsidR="00AD3FE4" w:rsidRPr="002440DA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lang w:eastAsia="pl-PL"/>
              </w:rPr>
            </w:pPr>
            <w:r w:rsidRPr="00AD3FE4">
              <w:rPr>
                <w:rFonts w:ascii="Corbel" w:hAnsi="Corbel"/>
                <w:lang w:val="en-US" w:eastAsia="pl-PL"/>
              </w:rPr>
              <w:t xml:space="preserve">Walkenbach, J., </w:t>
            </w:r>
            <w:r w:rsidRPr="00AD3FE4">
              <w:rPr>
                <w:rFonts w:ascii="Corbel" w:hAnsi="Corbel"/>
                <w:i/>
                <w:lang w:val="en-US" w:eastAsia="pl-PL"/>
              </w:rPr>
              <w:t>Excel 20016 PL. Biblia</w:t>
            </w:r>
            <w:r w:rsidRPr="00AD3FE4">
              <w:rPr>
                <w:rFonts w:ascii="Corbel" w:hAnsi="Corbel"/>
                <w:lang w:val="en-US" w:eastAsia="pl-PL"/>
              </w:rPr>
              <w:t xml:space="preserve">, wyd. </w:t>
            </w:r>
            <w:r w:rsidRPr="002440DA">
              <w:rPr>
                <w:rFonts w:ascii="Corbel" w:hAnsi="Corbel"/>
                <w:lang w:eastAsia="pl-PL"/>
              </w:rPr>
              <w:t xml:space="preserve">Helion, Gliwice 2016; 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  <w:bCs/>
              </w:rPr>
            </w:pPr>
            <w:r w:rsidRPr="002440DA">
              <w:rPr>
                <w:rFonts w:ascii="Corbel" w:hAnsi="Corbel"/>
              </w:rPr>
              <w:lastRenderedPageBreak/>
              <w:t xml:space="preserve">Wróblewski P. </w:t>
            </w:r>
            <w:r w:rsidRPr="002440DA">
              <w:rPr>
                <w:rFonts w:ascii="Corbel" w:hAnsi="Corbel"/>
                <w:i/>
              </w:rPr>
              <w:t xml:space="preserve">Microsoft Office 2016 PL. </w:t>
            </w:r>
            <w:r w:rsidRPr="00AD3FE4">
              <w:rPr>
                <w:rFonts w:ascii="Corbel" w:hAnsi="Corbel"/>
                <w:i/>
              </w:rPr>
              <w:t>w biurze i nie tylko</w:t>
            </w:r>
            <w:r w:rsidRPr="00AD3FE4">
              <w:rPr>
                <w:rFonts w:ascii="Corbel" w:hAnsi="Corbel"/>
              </w:rPr>
              <w:t>, wyd. Helion, Gliwice 2016.</w:t>
            </w:r>
            <w:r w:rsidRPr="00AD3FE4">
              <w:rPr>
                <w:rFonts w:ascii="Corbel" w:hAnsi="Corbel"/>
                <w:bCs/>
              </w:rPr>
              <w:t xml:space="preserve"> </w:t>
            </w:r>
          </w:p>
          <w:p w:rsidR="00AD3FE4" w:rsidRPr="00AD3F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Zieliński Z., </w:t>
            </w:r>
            <w:r w:rsidRPr="00AD3FE4">
              <w:rPr>
                <w:rFonts w:ascii="Corbel" w:hAnsi="Corbel"/>
                <w:i/>
              </w:rPr>
              <w:t>E-learning w edukacji</w:t>
            </w:r>
            <w:r w:rsidRPr="00AD3FE4">
              <w:rPr>
                <w:rFonts w:ascii="Corbel" w:hAnsi="Corbel"/>
              </w:rPr>
              <w:t>, wyd. Helion,  Gliwice2012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http://www.prezi.com</w:t>
            </w:r>
          </w:p>
          <w:p w:rsidR="00AD3FE4" w:rsidRDefault="00F104A5" w:rsidP="00373025">
            <w:pPr>
              <w:spacing w:after="0" w:line="240" w:lineRule="auto"/>
              <w:rPr>
                <w:rFonts w:ascii="Corbel" w:hAnsi="Corbel"/>
              </w:rPr>
            </w:pPr>
            <w:hyperlink r:id="rId9" w:history="1">
              <w:r w:rsidR="00AD3FE4" w:rsidRPr="00E734C0">
                <w:rPr>
                  <w:rStyle w:val="Hipercze"/>
                  <w:rFonts w:ascii="Corbel" w:hAnsi="Corbel"/>
                </w:rPr>
                <w:t>http://www.google.com</w:t>
              </w:r>
            </w:hyperlink>
          </w:p>
          <w:p w:rsidR="00AD3FE4" w:rsidRPr="00AD3FE4" w:rsidRDefault="00AD3FE4" w:rsidP="0037302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color w:val="0000FF"/>
                <w:u w:val="single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AD3FE4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AD3FE4" w:rsidRPr="00AD3FE4" w:rsidRDefault="00AD3FE4" w:rsidP="00373025">
            <w:pPr>
              <w:pStyle w:val="Styl1"/>
              <w:rPr>
                <w:rFonts w:ascii="Corbel" w:hAnsi="Corbel"/>
                <w:b w:val="0"/>
                <w:smallCaps/>
                <w:sz w:val="22"/>
              </w:rPr>
            </w:pPr>
            <w:r w:rsidRPr="00AD3FE4">
              <w:rPr>
                <w:rFonts w:ascii="Corbel" w:hAnsi="Corbel"/>
                <w:b w:val="0"/>
                <w:sz w:val="22"/>
              </w:rPr>
              <w:t xml:space="preserve"> Walter N.(red.), </w:t>
            </w:r>
            <w:r w:rsidRPr="00AD3FE4">
              <w:rPr>
                <w:rFonts w:ascii="Corbel" w:hAnsi="Corbel"/>
                <w:b w:val="0"/>
                <w:i/>
                <w:sz w:val="22"/>
              </w:rPr>
              <w:t>Zanurzeni w mediach konteksty edukacji medialnej,</w:t>
            </w:r>
            <w:r w:rsidRPr="00AD3FE4">
              <w:rPr>
                <w:rFonts w:ascii="Corbel" w:hAnsi="Corbel"/>
                <w:b w:val="0"/>
                <w:sz w:val="22"/>
              </w:rPr>
              <w:t xml:space="preserve"> Wydawnictwo Naukowe Uniwersytetu im. Adama Mickiewicza w Poznaniu, 2016,  ss.206.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WORLD Komputer,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PC Format,</w:t>
            </w:r>
          </w:p>
          <w:p w:rsidR="00AD3FE4" w:rsidRPr="00AD3FE4" w:rsidRDefault="00AD3FE4" w:rsidP="00373025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 w:rsidRPr="00AD3FE4">
              <w:rPr>
                <w:rFonts w:ascii="Corbel" w:hAnsi="Corbel"/>
              </w:rPr>
              <w:t>Komputer Świat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A5" w:rsidRDefault="00F104A5" w:rsidP="00C16ABF">
      <w:pPr>
        <w:spacing w:after="0" w:line="240" w:lineRule="auto"/>
      </w:pPr>
      <w:r>
        <w:separator/>
      </w:r>
    </w:p>
  </w:endnote>
  <w:endnote w:type="continuationSeparator" w:id="0">
    <w:p w:rsidR="00F104A5" w:rsidRDefault="00F104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A5" w:rsidRDefault="00F104A5" w:rsidP="00C16ABF">
      <w:pPr>
        <w:spacing w:after="0" w:line="240" w:lineRule="auto"/>
      </w:pPr>
      <w:r>
        <w:separator/>
      </w:r>
    </w:p>
  </w:footnote>
  <w:footnote w:type="continuationSeparator" w:id="0">
    <w:p w:rsidR="00F104A5" w:rsidRDefault="00F104A5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D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8541A"/>
    <w:rsid w:val="00192F37"/>
    <w:rsid w:val="001A70D2"/>
    <w:rsid w:val="001B173B"/>
    <w:rsid w:val="001C7146"/>
    <w:rsid w:val="001D657B"/>
    <w:rsid w:val="001D7B54"/>
    <w:rsid w:val="001E0209"/>
    <w:rsid w:val="001F2CA2"/>
    <w:rsid w:val="002144C0"/>
    <w:rsid w:val="0022477D"/>
    <w:rsid w:val="002278A9"/>
    <w:rsid w:val="002336F9"/>
    <w:rsid w:val="0023412D"/>
    <w:rsid w:val="0024028F"/>
    <w:rsid w:val="002440DA"/>
    <w:rsid w:val="00244ABC"/>
    <w:rsid w:val="00247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E20C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D6D8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7981"/>
    <w:rsid w:val="00450EF5"/>
    <w:rsid w:val="0045729E"/>
    <w:rsid w:val="00461EFC"/>
    <w:rsid w:val="004652C2"/>
    <w:rsid w:val="004706D1"/>
    <w:rsid w:val="00471326"/>
    <w:rsid w:val="0047598D"/>
    <w:rsid w:val="0048325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191A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A13"/>
    <w:rsid w:val="006C4DE1"/>
    <w:rsid w:val="006D050F"/>
    <w:rsid w:val="006D6139"/>
    <w:rsid w:val="006E5B7C"/>
    <w:rsid w:val="006E5D65"/>
    <w:rsid w:val="006F1282"/>
    <w:rsid w:val="006F1FBC"/>
    <w:rsid w:val="006F31E2"/>
    <w:rsid w:val="00705FAF"/>
    <w:rsid w:val="00706544"/>
    <w:rsid w:val="007072BA"/>
    <w:rsid w:val="00707B5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24AE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90885"/>
    <w:rsid w:val="00BA3CD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27F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0E8C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563A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3986"/>
    <w:rsid w:val="00EE5457"/>
    <w:rsid w:val="00F070AB"/>
    <w:rsid w:val="00F104A5"/>
    <w:rsid w:val="00F1625A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FB1E-4444-42B7-96F2-C91CDBB7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2020-10-13T08:19:00Z</cp:lastPrinted>
  <dcterms:created xsi:type="dcterms:W3CDTF">2019-11-20T16:59:00Z</dcterms:created>
  <dcterms:modified xsi:type="dcterms:W3CDTF">2021-10-01T09:58:00Z</dcterms:modified>
</cp:coreProperties>
</file>